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2020-202</w:t>
      </w:r>
      <w:r w:rsidR="00666DC2" w:rsidRPr="00600D9B">
        <w:rPr>
          <w:rFonts w:ascii="Corbel" w:hAnsi="Corbel"/>
          <w:b/>
          <w:bCs/>
          <w:smallCaps/>
          <w:sz w:val="24"/>
          <w:szCs w:val="24"/>
        </w:rPr>
        <w:t>3</w:t>
      </w:r>
    </w:p>
    <w:p w14:paraId="0CD8707A" w14:textId="3590B44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1776E6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1776E6">
        <w:rPr>
          <w:rFonts w:ascii="Corbel" w:hAnsi="Corbel"/>
          <w:sz w:val="20"/>
          <w:szCs w:val="20"/>
        </w:rPr>
        <w:t>3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  <w:bookmarkStart w:id="1" w:name="_GoBack"/>
            <w:bookmarkEnd w:id="1"/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D2C75" w14:textId="77777777" w:rsidR="00201FDB" w:rsidRDefault="00201FDB" w:rsidP="00C16ABF">
      <w:pPr>
        <w:spacing w:after="0" w:line="240" w:lineRule="auto"/>
      </w:pPr>
      <w:r>
        <w:separator/>
      </w:r>
    </w:p>
  </w:endnote>
  <w:endnote w:type="continuationSeparator" w:id="0">
    <w:p w14:paraId="449BEC9D" w14:textId="77777777" w:rsidR="00201FDB" w:rsidRDefault="00201F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A619C" w14:textId="77777777" w:rsidR="00201FDB" w:rsidRDefault="00201FDB" w:rsidP="00C16ABF">
      <w:pPr>
        <w:spacing w:after="0" w:line="240" w:lineRule="auto"/>
      </w:pPr>
      <w:r>
        <w:separator/>
      </w:r>
    </w:p>
  </w:footnote>
  <w:footnote w:type="continuationSeparator" w:id="0">
    <w:p w14:paraId="544FED8B" w14:textId="77777777" w:rsidR="00201FDB" w:rsidRDefault="00201FDB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024E-EB7A-445F-BCAD-5377C77A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2021-01-31T23:03:00Z</dcterms:created>
  <dcterms:modified xsi:type="dcterms:W3CDTF">2021-02-01T14:06:00Z</dcterms:modified>
</cp:coreProperties>
</file>